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DF" w:rsidRDefault="004801DF" w:rsidP="004801DF">
      <w:r>
        <w:t>Felipe Marquez</w:t>
      </w:r>
    </w:p>
    <w:p w:rsidR="004801DF" w:rsidRDefault="004801DF" w:rsidP="004801DF">
      <w:r>
        <w:t xml:space="preserve">6-c Hum  </w:t>
      </w:r>
    </w:p>
    <w:p w:rsidR="004801DF" w:rsidRPr="008D110A" w:rsidRDefault="004801DF" w:rsidP="004801D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D110A">
        <w:rPr>
          <w:rFonts w:cstheme="minorHAnsi"/>
          <w:sz w:val="28"/>
          <w:szCs w:val="28"/>
        </w:rPr>
        <w:t xml:space="preserve">Name one group and define who is in it </w:t>
      </w:r>
    </w:p>
    <w:p w:rsidR="004801DF" w:rsidRPr="008D110A" w:rsidRDefault="004801DF" w:rsidP="004801D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D110A">
        <w:rPr>
          <w:rFonts w:cstheme="minorHAnsi"/>
          <w:sz w:val="28"/>
          <w:szCs w:val="28"/>
        </w:rPr>
        <w:t>What is a pat</w:t>
      </w:r>
      <w:r w:rsidRPr="008D110A">
        <w:rPr>
          <w:rFonts w:eastAsia="+mn-ea" w:cstheme="minorHAnsi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erfamilias what is his role in the family</w:t>
      </w:r>
    </w:p>
    <w:p w:rsidR="004801DF" w:rsidRPr="008D110A" w:rsidRDefault="004801DF" w:rsidP="004801D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D110A">
        <w:rPr>
          <w:rFonts w:eastAsia="+mn-ea" w:cstheme="minorHAnsi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Name one job of women in ancient Rome</w:t>
      </w:r>
    </w:p>
    <w:p w:rsidR="004801DF" w:rsidRPr="00E52427" w:rsidRDefault="004801DF" w:rsidP="004801D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eastAsia="+mj-ea" w:cstheme="minorHAnsi"/>
          <w:kern w:val="24"/>
          <w:sz w:val="28"/>
          <w:szCs w:val="28"/>
        </w:rPr>
        <w:t xml:space="preserve">Who teach Rome children how to write, read, and how to fight </w:t>
      </w:r>
    </w:p>
    <w:p w:rsidR="004801DF" w:rsidRPr="00E52427" w:rsidRDefault="004801DF" w:rsidP="004801D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eastAsia="+mj-ea" w:cstheme="minorHAnsi"/>
          <w:kern w:val="24"/>
          <w:sz w:val="28"/>
          <w:szCs w:val="28"/>
        </w:rPr>
        <w:t xml:space="preserve">How can roman slaves free themselves from there master   </w:t>
      </w:r>
    </w:p>
    <w:p w:rsidR="00A97F34" w:rsidRDefault="00A97F34">
      <w:bookmarkStart w:id="0" w:name="_GoBack"/>
      <w:bookmarkEnd w:id="0"/>
    </w:p>
    <w:sectPr w:rsidR="00A97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6B9E"/>
    <w:multiLevelType w:val="hybridMultilevel"/>
    <w:tmpl w:val="1DE2D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DF"/>
    <w:rsid w:val="004801DF"/>
    <w:rsid w:val="00A9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787CDC8D.dotm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>Lakeland Schools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1</cp:revision>
  <dcterms:created xsi:type="dcterms:W3CDTF">2012-05-18T14:09:00Z</dcterms:created>
  <dcterms:modified xsi:type="dcterms:W3CDTF">2012-05-18T14:10:00Z</dcterms:modified>
</cp:coreProperties>
</file>